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A0" w:rsidRPr="00A2043E" w:rsidRDefault="00EB61A0" w:rsidP="00EB61A0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2"/>
      <w:bookmarkStart w:id="1" w:name="RefSCH12"/>
      <w:bookmarkStart w:id="2" w:name="RefSCH11"/>
      <w:bookmarkStart w:id="3" w:name="RefSCH7"/>
      <w:bookmarkStart w:id="4" w:name="_Toc504140797"/>
      <w:bookmarkStart w:id="5" w:name="_Ref512704879"/>
      <w:bookmarkStart w:id="6" w:name="_Toc51865328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3D7E71" w:rsidRPr="003637EE">
        <w:rPr>
          <w:rFonts w:ascii="Times New Roman" w:hAnsi="Times New Roman" w:cs="Times New Roman"/>
          <w:b w:val="0"/>
          <w:i w:val="0"/>
          <w:sz w:val="20"/>
          <w:szCs w:val="20"/>
        </w:rPr>
        <w:t>0</w:t>
      </w:r>
    </w:p>
    <w:bookmarkEnd w:id="0"/>
    <w:bookmarkEnd w:id="1"/>
    <w:bookmarkEnd w:id="2"/>
    <w:bookmarkEnd w:id="3"/>
    <w:p w:rsidR="004741E6" w:rsidRPr="00A2043E" w:rsidRDefault="004741E6" w:rsidP="004741E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____КС-22 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B6054B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p w:rsidR="00E7479D" w:rsidRPr="0080728B" w:rsidRDefault="00E7479D" w:rsidP="00E7479D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7" w:name="RefSCH2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Форма акта сдачи-приемки выполненных работ</w:t>
      </w:r>
      <w:bookmarkEnd w:id="4"/>
      <w:bookmarkEnd w:id="5"/>
      <w:bookmarkEnd w:id="6"/>
      <w:bookmarkEnd w:id="7"/>
    </w:p>
    <w:p w:rsidR="00E7479D" w:rsidRPr="00657E2C" w:rsidRDefault="00E7479D" w:rsidP="00E7479D">
      <w:pPr>
        <w:widowControl w:val="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bookmarkStart w:id="8" w:name="_Toc498350895"/>
      <w:bookmarkStart w:id="9" w:name="_Toc498352981"/>
      <w:bookmarkStart w:id="10" w:name="_Hlt500769597"/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АКТ № </w:t>
      </w:r>
      <w:r w:rsidRPr="00657E2C">
        <w:rPr>
          <w:rFonts w:ascii="Times New Roman" w:hAnsi="Times New Roman" w:cs="Times New Roman"/>
          <w:sz w:val="22"/>
          <w:szCs w:val="22"/>
        </w:rPr>
        <w:t>[●]</w:t>
      </w:r>
      <w:bookmarkEnd w:id="8"/>
      <w:bookmarkEnd w:id="9"/>
      <w:bookmarkEnd w:id="10"/>
      <w:r w:rsidRPr="00657E2C">
        <w:rPr>
          <w:rFonts w:ascii="Times New Roman" w:hAnsi="Times New Roman" w:cs="Times New Roman"/>
          <w:sz w:val="22"/>
          <w:szCs w:val="22"/>
          <w:lang w:eastAsia="ar-SA"/>
        </w:rPr>
        <w:t xml:space="preserve"> сдачи-приемки выполненных работ</w:t>
      </w:r>
    </w:p>
    <w:p w:rsidR="00CD036A" w:rsidRDefault="00CD036A" w:rsidP="00E7479D">
      <w:pPr>
        <w:pStyle w:val="a3"/>
        <w:widowControl w:val="0"/>
        <w:rPr>
          <w:rFonts w:ascii="Times New Roman" w:hAnsi="Times New Roman" w:cs="Times New Roman"/>
          <w:sz w:val="22"/>
          <w:szCs w:val="22"/>
          <w:lang w:eastAsia="ar-SA"/>
        </w:rPr>
      </w:pP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договору [●]</w:t>
      </w:r>
      <w:r w:rsidR="00657E2C">
        <w:rPr>
          <w:rFonts w:ascii="Times New Roman" w:hAnsi="Times New Roman" w:cs="Times New Roman"/>
          <w:sz w:val="22"/>
          <w:szCs w:val="22"/>
          <w:lang w:eastAsia="ar-SA"/>
        </w:rPr>
        <w:t xml:space="preserve">, </w:t>
      </w:r>
      <w:r w:rsidRPr="00657E2C">
        <w:rPr>
          <w:rFonts w:ascii="Times New Roman" w:hAnsi="Times New Roman" w:cs="Times New Roman"/>
          <w:sz w:val="22"/>
          <w:szCs w:val="22"/>
          <w:lang w:eastAsia="ar-SA"/>
        </w:rPr>
        <w:t>по объекту [●]</w:t>
      </w:r>
    </w:p>
    <w:p w:rsidR="00657E2C" w:rsidRPr="00657E2C" w:rsidRDefault="00657E2C" w:rsidP="00E7479D">
      <w:pPr>
        <w:pStyle w:val="a3"/>
        <w:widowControl w:val="0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682"/>
      </w:tblGrid>
      <w:tr w:rsidR="00E7479D" w:rsidRPr="0080728B" w:rsidTr="003C1001">
        <w:tc>
          <w:tcPr>
            <w:tcW w:w="4785" w:type="dxa"/>
            <w:shd w:val="clear" w:color="auto" w:fill="auto"/>
          </w:tcPr>
          <w:p w:rsidR="00E7479D" w:rsidRPr="0080728B" w:rsidRDefault="00E7479D" w:rsidP="00730EFD"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  <w:r w:rsidR="00730EFD">
              <w:rPr>
                <w:rFonts w:ascii="Times New Roman" w:hAnsi="Times New Roman" w:cs="Times New Roman"/>
                <w:bCs/>
                <w:sz w:val="22"/>
                <w:szCs w:val="22"/>
              </w:rPr>
              <w:t>Усть-Илимск</w:t>
            </w:r>
          </w:p>
        </w:tc>
        <w:tc>
          <w:tcPr>
            <w:tcW w:w="4785" w:type="dxa"/>
            <w:shd w:val="clear" w:color="auto" w:fill="auto"/>
          </w:tcPr>
          <w:p w:rsidR="00E7479D" w:rsidRPr="0080728B" w:rsidRDefault="00E7479D" w:rsidP="003C1001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sz w:val="22"/>
                <w:szCs w:val="22"/>
              </w:rPr>
              <w:t>"__"______ ___ г.</w:t>
            </w:r>
          </w:p>
        </w:tc>
      </w:tr>
    </w:tbl>
    <w:p w:rsidR="00E7479D" w:rsidRPr="0080728B" w:rsidRDefault="00E7479D" w:rsidP="00E7479D">
      <w:pPr>
        <w:pStyle w:val="a3"/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E7479D" w:rsidRPr="00BF7C75" w:rsidRDefault="00E7479D" w:rsidP="00690D03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[</w:t>
      </w:r>
      <w:r w:rsidRPr="00BF7C75">
        <w:rPr>
          <w:rFonts w:ascii="Times New Roman" w:hAnsi="Times New Roman" w:cs="Times New Roman"/>
          <w:i/>
          <w:sz w:val="22"/>
          <w:szCs w:val="22"/>
        </w:rPr>
        <w:t>наименование заказчика</w:t>
      </w:r>
      <w:r w:rsidRPr="00BF7C75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BF7C75">
        <w:rPr>
          <w:rFonts w:ascii="Times New Roman" w:hAnsi="Times New Roman" w:cs="Times New Roman"/>
          <w:b/>
          <w:sz w:val="22"/>
          <w:szCs w:val="22"/>
        </w:rPr>
        <w:t>Заказчик</w:t>
      </w:r>
      <w:r w:rsidRPr="00BF7C75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одной стороны, и</w:t>
      </w:r>
    </w:p>
    <w:p w:rsidR="00730EFD" w:rsidRPr="00C405A0" w:rsidRDefault="00E7479D" w:rsidP="00690D03">
      <w:pPr>
        <w:pStyle w:val="a3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C405A0">
        <w:rPr>
          <w:rFonts w:ascii="Times New Roman" w:hAnsi="Times New Roman" w:cs="Times New Roman"/>
          <w:sz w:val="22"/>
          <w:szCs w:val="22"/>
        </w:rPr>
        <w:t>[</w:t>
      </w:r>
      <w:r w:rsidRPr="00C405A0">
        <w:rPr>
          <w:rFonts w:ascii="Times New Roman" w:hAnsi="Times New Roman" w:cs="Times New Roman"/>
          <w:i/>
          <w:sz w:val="22"/>
          <w:szCs w:val="22"/>
        </w:rPr>
        <w:t>наименование подрядчика</w:t>
      </w:r>
      <w:r w:rsidRPr="00C405A0">
        <w:rPr>
          <w:rFonts w:ascii="Times New Roman" w:hAnsi="Times New Roman" w:cs="Times New Roman"/>
          <w:sz w:val="22"/>
          <w:szCs w:val="22"/>
        </w:rPr>
        <w:t>], именуемым в дальнейшем «</w:t>
      </w:r>
      <w:r w:rsidRPr="00C405A0">
        <w:rPr>
          <w:rFonts w:ascii="Times New Roman" w:hAnsi="Times New Roman" w:cs="Times New Roman"/>
          <w:b/>
          <w:sz w:val="22"/>
          <w:szCs w:val="22"/>
        </w:rPr>
        <w:t>Подрядчик</w:t>
      </w:r>
      <w:r w:rsidRPr="00C405A0">
        <w:rPr>
          <w:rFonts w:ascii="Times New Roman" w:hAnsi="Times New Roman" w:cs="Times New Roman"/>
          <w:sz w:val="22"/>
          <w:szCs w:val="22"/>
        </w:rPr>
        <w:t>», в лице [●], действующего (-ей) на основании [●], с другой стороны,</w:t>
      </w:r>
      <w:r w:rsidR="00C405A0">
        <w:rPr>
          <w:rFonts w:ascii="Times New Roman" w:hAnsi="Times New Roman" w:cs="Times New Roman"/>
          <w:sz w:val="22"/>
          <w:szCs w:val="22"/>
        </w:rPr>
        <w:t xml:space="preserve"> </w:t>
      </w:r>
      <w:r w:rsidRPr="00C405A0">
        <w:rPr>
          <w:rFonts w:ascii="Times New Roman" w:hAnsi="Times New Roman" w:cs="Times New Roman"/>
          <w:sz w:val="22"/>
          <w:szCs w:val="22"/>
        </w:rPr>
        <w:t>составили настоящий Акт о том, что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что Подрядчиком по договору </w:t>
      </w:r>
      <w:r w:rsidR="00690D03" w:rsidRPr="00C405A0">
        <w:rPr>
          <w:rFonts w:ascii="Times New Roman" w:hAnsi="Times New Roman" w:cs="Times New Roman"/>
          <w:sz w:val="22"/>
          <w:szCs w:val="22"/>
        </w:rPr>
        <w:t>[●]</w:t>
      </w:r>
      <w:r w:rsidR="00730EFD" w:rsidRPr="00C405A0">
        <w:rPr>
          <w:rFonts w:ascii="Times New Roman" w:hAnsi="Times New Roman" w:cs="Times New Roman"/>
          <w:sz w:val="22"/>
          <w:szCs w:val="22"/>
        </w:rPr>
        <w:t xml:space="preserve"> выполнены и сданы, а Заказчиком приняты проектные работы</w:t>
      </w:r>
      <w:r w:rsidR="00690D03">
        <w:rPr>
          <w:rFonts w:ascii="Times New Roman" w:hAnsi="Times New Roman" w:cs="Times New Roman"/>
          <w:sz w:val="22"/>
          <w:szCs w:val="22"/>
        </w:rPr>
        <w:t xml:space="preserve"> </w:t>
      </w:r>
      <w:r w:rsidR="00690D03" w:rsidRPr="00690D03">
        <w:rPr>
          <w:rFonts w:ascii="Times New Roman" w:hAnsi="Times New Roman" w:cs="Times New Roman"/>
          <w:sz w:val="22"/>
          <w:szCs w:val="22"/>
        </w:rPr>
        <w:t>по объекту [●]</w:t>
      </w:r>
      <w:r w:rsidR="00690D03">
        <w:rPr>
          <w:rFonts w:ascii="Times New Roman" w:hAnsi="Times New Roman" w:cs="Times New Roman"/>
          <w:sz w:val="22"/>
          <w:szCs w:val="22"/>
        </w:rPr>
        <w:t>.</w:t>
      </w:r>
    </w:p>
    <w:p w:rsidR="00730EFD" w:rsidRPr="00C405A0" w:rsidRDefault="00730EFD" w:rsidP="00730EFD">
      <w:pPr>
        <w:pStyle w:val="a3"/>
        <w:spacing w:after="0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405A0">
        <w:rPr>
          <w:rFonts w:ascii="Times New Roman" w:eastAsia="Calibri" w:hAnsi="Times New Roman" w:cs="Times New Roman"/>
          <w:sz w:val="22"/>
          <w:szCs w:val="22"/>
        </w:rPr>
        <w:t xml:space="preserve"> Краткое описание выполненных работ</w:t>
      </w:r>
      <w:r w:rsidR="00690D03">
        <w:rPr>
          <w:rFonts w:ascii="Times New Roman" w:eastAsia="Calibri" w:hAnsi="Times New Roman" w:cs="Times New Roman"/>
          <w:sz w:val="22"/>
          <w:szCs w:val="22"/>
        </w:rPr>
        <w:t xml:space="preserve"> / Этапа работ</w:t>
      </w:r>
      <w:r w:rsidRPr="00C405A0">
        <w:rPr>
          <w:rFonts w:ascii="Times New Roman" w:eastAsia="Calibri" w:hAnsi="Times New Roman" w:cs="Times New Roman"/>
          <w:sz w:val="22"/>
          <w:szCs w:val="22"/>
        </w:rPr>
        <w:t>:</w:t>
      </w: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numPr>
          <w:ilvl w:val="0"/>
          <w:numId w:val="2"/>
        </w:numPr>
        <w:tabs>
          <w:tab w:val="left" w:pos="851"/>
        </w:tabs>
        <w:ind w:left="0" w:firstLine="28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Pr="00BF7C75" w:rsidRDefault="00BF7C75" w:rsidP="00BF7C75">
      <w:pPr>
        <w:pStyle w:val="a3"/>
        <w:tabs>
          <w:tab w:val="num" w:pos="-720"/>
          <w:tab w:val="num" w:pos="540"/>
        </w:tabs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Договорная цена по работе составляет: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BF7C75">
        <w:rPr>
          <w:b/>
          <w:sz w:val="22"/>
          <w:szCs w:val="22"/>
        </w:rPr>
        <w:t>___________</w:t>
      </w:r>
      <w:r w:rsidR="00EA1B29">
        <w:rPr>
          <w:b/>
          <w:sz w:val="22"/>
          <w:szCs w:val="22"/>
        </w:rPr>
        <w:t>_________________________________________________________</w:t>
      </w:r>
      <w:r w:rsidRPr="00BF7C75">
        <w:rPr>
          <w:b/>
          <w:sz w:val="22"/>
          <w:szCs w:val="22"/>
        </w:rPr>
        <w:t>______</w:t>
      </w:r>
    </w:p>
    <w:p w:rsidR="00BF7C75" w:rsidRPr="00BF7C75" w:rsidRDefault="00BF7C75" w:rsidP="00BF7C75">
      <w:pPr>
        <w:pStyle w:val="a5"/>
        <w:spacing w:before="0" w:beforeAutospacing="0" w:after="0" w:afterAutospacing="0"/>
        <w:ind w:firstLine="540"/>
        <w:jc w:val="both"/>
        <w:rPr>
          <w:sz w:val="22"/>
          <w:szCs w:val="22"/>
          <w:u w:val="single"/>
        </w:rPr>
      </w:pP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В том числе договорная цена этапов, подлежащих приемке по настоящему акту, составляет:</w:t>
      </w:r>
    </w:p>
    <w:p w:rsidR="00BF7C75" w:rsidRPr="00BF7C75" w:rsidRDefault="00BF7C75" w:rsidP="00C405A0">
      <w:pPr>
        <w:pStyle w:val="a5"/>
        <w:spacing w:before="0" w:beforeAutospacing="0" w:after="0" w:afterAutospacing="0"/>
        <w:jc w:val="both"/>
        <w:rPr>
          <w:sz w:val="22"/>
          <w:szCs w:val="22"/>
        </w:rPr>
      </w:pPr>
      <w:r w:rsidRPr="00BF7C75">
        <w:rPr>
          <w:sz w:val="22"/>
          <w:szCs w:val="22"/>
        </w:rPr>
        <w:t>__________</w:t>
      </w:r>
      <w:r w:rsidR="00EA1B29">
        <w:rPr>
          <w:sz w:val="22"/>
          <w:szCs w:val="22"/>
        </w:rPr>
        <w:t>____________________________________________</w:t>
      </w:r>
      <w:r w:rsidRPr="00BF7C75">
        <w:rPr>
          <w:sz w:val="22"/>
          <w:szCs w:val="22"/>
        </w:rPr>
        <w:t xml:space="preserve">___________________ </w:t>
      </w:r>
    </w:p>
    <w:p w:rsidR="00BF7C75" w:rsidRPr="00BF7C75" w:rsidRDefault="00BF7C75" w:rsidP="00BF7C75">
      <w:pP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Pr="00BF7C75" w:rsidRDefault="00BF7C75" w:rsidP="00BF7C75">
      <w:pP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 xml:space="preserve">Следует к перечислению: </w:t>
      </w:r>
    </w:p>
    <w:p w:rsidR="00BF7C75" w:rsidRPr="00BF7C75" w:rsidRDefault="00BF7C75" w:rsidP="00BF7C75">
      <w:pPr>
        <w:pBdr>
          <w:bottom w:val="single" w:sz="12" w:space="1" w:color="auto"/>
        </w:pBdr>
        <w:spacing w:line="223" w:lineRule="auto"/>
        <w:ind w:right="254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BF7C75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F7C75">
        <w:rPr>
          <w:rFonts w:ascii="Times New Roman" w:hAnsi="Times New Roman" w:cs="Times New Roman"/>
          <w:sz w:val="22"/>
          <w:szCs w:val="22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7479D" w:rsidRPr="00BF7C75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7479D" w:rsidRPr="0080728B" w:rsidRDefault="00E7479D" w:rsidP="00E7479D">
      <w:pPr>
        <w:widowControl w:val="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7479D" w:rsidRPr="0080728B" w:rsidRDefault="00E7479D" w:rsidP="00E7479D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ind w:left="357"/>
        <w:rPr>
          <w:rFonts w:ascii="Times New Roman" w:hAnsi="Times New Roman" w:cs="Times New Roman"/>
          <w:sz w:val="22"/>
          <w:szCs w:val="22"/>
        </w:rPr>
      </w:pPr>
    </w:p>
    <w:tbl>
      <w:tblPr>
        <w:tblW w:w="9611" w:type="dxa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4F735F" w:rsidRPr="0080728B" w:rsidTr="00872332">
        <w:trPr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4F735F" w:rsidRPr="00A858D9" w:rsidTr="00872332">
              <w:trPr>
                <w:trHeight w:val="1134"/>
              </w:trPr>
              <w:tc>
                <w:tcPr>
                  <w:tcW w:w="4536" w:type="dxa"/>
                </w:tcPr>
                <w:p w:rsidR="004F735F" w:rsidRDefault="004F735F" w:rsidP="004F735F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:rsidR="004F735F" w:rsidRDefault="004F735F" w:rsidP="004F735F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:rsidR="004F735F" w:rsidRDefault="004F735F" w:rsidP="004F735F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:rsidR="004F735F" w:rsidRPr="007319FB" w:rsidRDefault="004F735F" w:rsidP="004F735F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:rsidR="004F735F" w:rsidRPr="007319FB" w:rsidRDefault="004F735F" w:rsidP="004F735F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:rsidR="004F735F" w:rsidRPr="00A858D9" w:rsidRDefault="004F735F" w:rsidP="004F735F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:rsidR="004F735F" w:rsidRPr="00A858D9" w:rsidRDefault="004F735F" w:rsidP="004F735F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A858D9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:rsidR="004F735F" w:rsidRDefault="004F735F" w:rsidP="004F735F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Усть-Илимской ГЭС</w:t>
                  </w:r>
                </w:p>
                <w:p w:rsidR="004F735F" w:rsidRDefault="004F735F" w:rsidP="004F735F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(филиал </w:t>
                  </w: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)</w:t>
                  </w:r>
                </w:p>
                <w:p w:rsidR="004F735F" w:rsidRPr="007319FB" w:rsidRDefault="004F735F" w:rsidP="004F735F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</w:p>
                <w:p w:rsidR="004F735F" w:rsidRPr="002E6BC0" w:rsidRDefault="004F735F" w:rsidP="004F735F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А.А.Карпачев</w:t>
                  </w:r>
                  <w:proofErr w:type="spellEnd"/>
                </w:p>
                <w:p w:rsidR="004F735F" w:rsidRPr="00A858D9" w:rsidRDefault="004F735F" w:rsidP="004F735F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319FB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4F735F" w:rsidRPr="0080728B" w:rsidRDefault="004F735F" w:rsidP="00872332">
            <w:pPr>
              <w:widowControl w:val="0"/>
              <w:ind w:left="-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728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 </w:t>
            </w:r>
          </w:p>
        </w:tc>
      </w:tr>
    </w:tbl>
    <w:p w:rsidR="003C5374" w:rsidRPr="00510F32" w:rsidRDefault="003C5374" w:rsidP="004F735F">
      <w:bookmarkStart w:id="11" w:name="_GoBack"/>
      <w:bookmarkEnd w:id="11"/>
    </w:p>
    <w:sectPr w:rsidR="003C5374" w:rsidRPr="00510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9D"/>
    <w:rsid w:val="00053A3C"/>
    <w:rsid w:val="00344D7E"/>
    <w:rsid w:val="003637EE"/>
    <w:rsid w:val="003C5374"/>
    <w:rsid w:val="003D7E71"/>
    <w:rsid w:val="004741E6"/>
    <w:rsid w:val="004F5842"/>
    <w:rsid w:val="004F735F"/>
    <w:rsid w:val="00510F32"/>
    <w:rsid w:val="00657E2C"/>
    <w:rsid w:val="00672235"/>
    <w:rsid w:val="00690D03"/>
    <w:rsid w:val="00730EFD"/>
    <w:rsid w:val="008821CF"/>
    <w:rsid w:val="0090271E"/>
    <w:rsid w:val="00994D52"/>
    <w:rsid w:val="009F56F2"/>
    <w:rsid w:val="00AC3A2C"/>
    <w:rsid w:val="00B54D0C"/>
    <w:rsid w:val="00B6054B"/>
    <w:rsid w:val="00BF7C75"/>
    <w:rsid w:val="00C405A0"/>
    <w:rsid w:val="00CC16B3"/>
    <w:rsid w:val="00CD036A"/>
    <w:rsid w:val="00CE3FFA"/>
    <w:rsid w:val="00D16C22"/>
    <w:rsid w:val="00D75DFF"/>
    <w:rsid w:val="00DA7404"/>
    <w:rsid w:val="00DF409C"/>
    <w:rsid w:val="00E7479D"/>
    <w:rsid w:val="00EA1B29"/>
    <w:rsid w:val="00EB61A0"/>
    <w:rsid w:val="00F01063"/>
    <w:rsid w:val="00F1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1A58C"/>
  <w15:chartTrackingRefBased/>
  <w15:docId w15:val="{4413CFBE-D2C8-4EB7-90ED-D83F1E27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79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479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47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E7479D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7479D"/>
    <w:rPr>
      <w:rFonts w:eastAsiaTheme="minorEastAsia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E7479D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7479D"/>
    <w:rPr>
      <w:rFonts w:eastAsiaTheme="minorEastAsia"/>
      <w:b/>
      <w:i/>
      <w:sz w:val="24"/>
      <w:szCs w:val="24"/>
      <w:lang w:eastAsia="ar-SA"/>
    </w:rPr>
  </w:style>
  <w:style w:type="paragraph" w:styleId="a5">
    <w:name w:val="Normal (Web)"/>
    <w:basedOn w:val="a"/>
    <w:rsid w:val="00BF7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02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0271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Pozdnyakova Tatiyana</cp:lastModifiedBy>
  <cp:revision>20</cp:revision>
  <cp:lastPrinted>2021-11-15T06:23:00Z</cp:lastPrinted>
  <dcterms:created xsi:type="dcterms:W3CDTF">2019-11-19T07:01:00Z</dcterms:created>
  <dcterms:modified xsi:type="dcterms:W3CDTF">2021-12-15T03:44:00Z</dcterms:modified>
</cp:coreProperties>
</file>